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B65" w:rsidRPr="00225B65" w:rsidRDefault="00225B65">
      <w:pPr>
        <w:rPr>
          <w:u w:val="single"/>
        </w:rPr>
      </w:pPr>
      <w:proofErr w:type="spellStart"/>
      <w:r w:rsidRPr="00225B65">
        <w:rPr>
          <w:u w:val="single"/>
        </w:rPr>
        <w:t>Voltage-stiff</w:t>
      </w:r>
      <w:proofErr w:type="spellEnd"/>
      <w:r w:rsidRPr="00225B65">
        <w:rPr>
          <w:u w:val="single"/>
        </w:rPr>
        <w:t xml:space="preserve"> DC </w:t>
      </w:r>
      <w:proofErr w:type="spellStart"/>
      <w:r w:rsidRPr="00225B65">
        <w:rPr>
          <w:u w:val="single"/>
        </w:rPr>
        <w:t>side</w:t>
      </w:r>
      <w:proofErr w:type="spellEnd"/>
    </w:p>
    <w:p w:rsidR="00225B65" w:rsidRDefault="00225B65">
      <w:r>
        <w:t>Ls = 1mH</w:t>
      </w:r>
    </w:p>
    <w:p w:rsidR="000B0CDD" w:rsidRDefault="00225B65">
      <w:r w:rsidRPr="00225B65">
        <w:rPr>
          <w:noProof/>
        </w:rPr>
        <w:drawing>
          <wp:inline distT="0" distB="0" distL="0" distR="0">
            <wp:extent cx="5760720" cy="2183177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B65" w:rsidRDefault="00225B65">
      <w:r>
        <w:t>Ls = 1nH</w:t>
      </w:r>
    </w:p>
    <w:p w:rsidR="00225B65" w:rsidRDefault="00225B65">
      <w:r w:rsidRPr="00225B65">
        <w:rPr>
          <w:noProof/>
        </w:rPr>
        <w:drawing>
          <wp:inline distT="0" distB="0" distL="0" distR="0">
            <wp:extent cx="5760720" cy="2183177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B65" w:rsidRDefault="00225B65">
      <w:pPr>
        <w:rPr>
          <w:u w:val="single"/>
        </w:rPr>
      </w:pPr>
      <w:proofErr w:type="spellStart"/>
      <w:r w:rsidRPr="00225B65">
        <w:rPr>
          <w:u w:val="single"/>
        </w:rPr>
        <w:t>Current-stiff</w:t>
      </w:r>
      <w:proofErr w:type="spellEnd"/>
      <w:r w:rsidRPr="00225B65">
        <w:rPr>
          <w:u w:val="single"/>
        </w:rPr>
        <w:t xml:space="preserve"> DC </w:t>
      </w:r>
      <w:proofErr w:type="spellStart"/>
      <w:r w:rsidRPr="00225B65">
        <w:rPr>
          <w:u w:val="single"/>
        </w:rPr>
        <w:t>side</w:t>
      </w:r>
      <w:proofErr w:type="spellEnd"/>
    </w:p>
    <w:p w:rsidR="00225B65" w:rsidRDefault="00225B65">
      <w:r>
        <w:t>Ls = 1mH</w:t>
      </w:r>
    </w:p>
    <w:p w:rsidR="00225B65" w:rsidRDefault="00225B65">
      <w:r w:rsidRPr="00225B65">
        <w:rPr>
          <w:noProof/>
        </w:rPr>
        <w:drawing>
          <wp:inline distT="0" distB="0" distL="0" distR="0">
            <wp:extent cx="5760720" cy="2183177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B65" w:rsidRDefault="00225B65"/>
    <w:p w:rsidR="00225B65" w:rsidRDefault="00225B65"/>
    <w:p w:rsidR="00225B65" w:rsidRDefault="00225B65">
      <w:r>
        <w:lastRenderedPageBreak/>
        <w:t>Ls = 1nH</w:t>
      </w:r>
    </w:p>
    <w:p w:rsidR="00225B65" w:rsidRDefault="00225B65">
      <w:r w:rsidRPr="00225B65">
        <w:rPr>
          <w:noProof/>
        </w:rPr>
        <w:drawing>
          <wp:inline distT="0" distB="0" distL="0" distR="0">
            <wp:extent cx="5760720" cy="2183177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B65" w:rsidRDefault="00225B65">
      <w:pPr>
        <w:rPr>
          <w:u w:val="single"/>
        </w:rPr>
      </w:pPr>
      <w:r w:rsidRPr="00225B65">
        <w:rPr>
          <w:u w:val="single"/>
        </w:rPr>
        <w:t>Three-</w:t>
      </w:r>
      <w:proofErr w:type="spellStart"/>
      <w:r w:rsidRPr="00225B65">
        <w:rPr>
          <w:u w:val="single"/>
        </w:rPr>
        <w:t>Phase</w:t>
      </w:r>
      <w:proofErr w:type="spellEnd"/>
      <w:r w:rsidRPr="00225B65">
        <w:rPr>
          <w:u w:val="single"/>
        </w:rPr>
        <w:t xml:space="preserve"> </w:t>
      </w:r>
      <w:proofErr w:type="spellStart"/>
      <w:r w:rsidRPr="00225B65">
        <w:rPr>
          <w:u w:val="single"/>
        </w:rPr>
        <w:t>Diode</w:t>
      </w:r>
      <w:proofErr w:type="spellEnd"/>
      <w:r w:rsidRPr="00225B65">
        <w:rPr>
          <w:u w:val="single"/>
        </w:rPr>
        <w:t xml:space="preserve"> </w:t>
      </w:r>
      <w:proofErr w:type="spellStart"/>
      <w:r w:rsidRPr="00225B65">
        <w:rPr>
          <w:u w:val="single"/>
        </w:rPr>
        <w:t>Rectification</w:t>
      </w:r>
      <w:proofErr w:type="spellEnd"/>
    </w:p>
    <w:p w:rsidR="00225B65" w:rsidRDefault="00225B65">
      <w:pPr>
        <w:rPr>
          <w:u w:val="single"/>
        </w:rPr>
      </w:pPr>
      <w:proofErr w:type="spellStart"/>
      <w:r w:rsidRPr="00225B65">
        <w:rPr>
          <w:u w:val="single"/>
        </w:rPr>
        <w:t>Current-stiff</w:t>
      </w:r>
      <w:proofErr w:type="spellEnd"/>
      <w:r w:rsidRPr="00225B65">
        <w:rPr>
          <w:u w:val="single"/>
        </w:rPr>
        <w:t xml:space="preserve"> DC </w:t>
      </w:r>
      <w:proofErr w:type="spellStart"/>
      <w:r w:rsidRPr="00225B65">
        <w:rPr>
          <w:u w:val="single"/>
        </w:rPr>
        <w:t>side</w:t>
      </w:r>
      <w:proofErr w:type="spellEnd"/>
      <w:r w:rsidRPr="00225B65">
        <w:rPr>
          <w:u w:val="single"/>
        </w:rPr>
        <w:t xml:space="preserve"> </w:t>
      </w:r>
    </w:p>
    <w:p w:rsidR="00225B65" w:rsidRDefault="00225B65">
      <w:r w:rsidRPr="00225B65">
        <w:rPr>
          <w:noProof/>
        </w:rPr>
        <w:drawing>
          <wp:inline distT="0" distB="0" distL="0" distR="0">
            <wp:extent cx="5760720" cy="2183177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FAB" w:rsidRDefault="00435FAB">
      <w:proofErr w:type="spellStart"/>
      <w:r>
        <w:t>Current-stiff</w:t>
      </w:r>
      <w:proofErr w:type="spellEnd"/>
      <w:r>
        <w:t>, Ls = 1nH</w:t>
      </w:r>
    </w:p>
    <w:p w:rsidR="00435FAB" w:rsidRPr="00435FAB" w:rsidRDefault="00435FAB">
      <w:pPr>
        <w:rPr>
          <w:lang w:val="en-US"/>
        </w:rPr>
      </w:pPr>
      <w:r w:rsidRPr="00435FAB">
        <w:rPr>
          <w:noProof/>
          <w:lang w:val="en-US"/>
        </w:rPr>
        <w:drawing>
          <wp:inline distT="0" distB="0" distL="0" distR="0">
            <wp:extent cx="5760720" cy="2181541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B65" w:rsidRPr="00435FAB" w:rsidRDefault="00225B65" w:rsidP="00225B65">
      <w:pPr>
        <w:rPr>
          <w:u w:val="single"/>
          <w:lang w:val="en-US"/>
        </w:rPr>
      </w:pPr>
      <w:r w:rsidRPr="00435FAB">
        <w:rPr>
          <w:u w:val="single"/>
          <w:lang w:val="en-US"/>
        </w:rPr>
        <w:t>Voltage</w:t>
      </w:r>
      <w:r w:rsidRPr="00435FAB">
        <w:rPr>
          <w:u w:val="single"/>
          <w:lang w:val="en-US"/>
        </w:rPr>
        <w:t xml:space="preserve">-stiff DC side </w:t>
      </w:r>
    </w:p>
    <w:p w:rsidR="00225B65" w:rsidRDefault="00225B65">
      <w:r w:rsidRPr="00225B65">
        <w:rPr>
          <w:noProof/>
        </w:rPr>
        <w:lastRenderedPageBreak/>
        <w:drawing>
          <wp:inline distT="0" distB="0" distL="0" distR="0">
            <wp:extent cx="5760720" cy="2183177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FAB" w:rsidRDefault="00435FAB" w:rsidP="00435FAB">
      <w:proofErr w:type="spellStart"/>
      <w:r>
        <w:t>Voltage</w:t>
      </w:r>
      <w:r>
        <w:t>-stiff</w:t>
      </w:r>
      <w:proofErr w:type="spellEnd"/>
      <w:r>
        <w:t>, Ls = 1nH</w:t>
      </w:r>
    </w:p>
    <w:p w:rsidR="00435FAB" w:rsidRPr="00225B65" w:rsidRDefault="00FA24DF">
      <w:r w:rsidRPr="00FA24DF">
        <w:rPr>
          <w:noProof/>
        </w:rPr>
        <w:drawing>
          <wp:inline distT="0" distB="0" distL="0" distR="0">
            <wp:extent cx="5760720" cy="2181541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FAB" w:rsidRPr="00225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65"/>
    <w:rsid w:val="000B0CDD"/>
    <w:rsid w:val="00225B65"/>
    <w:rsid w:val="00435FAB"/>
    <w:rsid w:val="00FA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F4DE"/>
  <w15:chartTrackingRefBased/>
  <w15:docId w15:val="{BBBF8C24-A65B-4652-AF4B-D2E7975C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6045DAD4</Template>
  <TotalTime>38</TotalTime>
  <Pages>3</Pages>
  <Words>35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Croft</dc:creator>
  <cp:keywords/>
  <dc:description/>
  <cp:lastModifiedBy>John Croft</cp:lastModifiedBy>
  <cp:revision>1</cp:revision>
  <dcterms:created xsi:type="dcterms:W3CDTF">2017-12-07T15:21:00Z</dcterms:created>
  <dcterms:modified xsi:type="dcterms:W3CDTF">2017-12-07T15:59:00Z</dcterms:modified>
</cp:coreProperties>
</file>